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F98" w:rsidRDefault="00CF1F98" w:rsidP="00427A3F">
      <w:pPr>
        <w:rPr>
          <w:rFonts w:ascii="Arial Black" w:hAnsi="Arial Black" w:cs="Arial"/>
          <w:color w:val="FF0000"/>
          <w:sz w:val="36"/>
          <w:szCs w:val="36"/>
        </w:rPr>
      </w:pPr>
    </w:p>
    <w:p w:rsidR="00CF1F98" w:rsidRPr="00F40351" w:rsidRDefault="00CF1F98" w:rsidP="00F40351">
      <w:pPr>
        <w:jc w:val="center"/>
        <w:rPr>
          <w:rFonts w:ascii="Comic Sans MS" w:hAnsi="Comic Sans MS" w:cs="Arial"/>
          <w:b/>
          <w:sz w:val="52"/>
          <w:szCs w:val="52"/>
        </w:rPr>
      </w:pPr>
      <w:r w:rsidRPr="00F40351">
        <w:rPr>
          <w:rFonts w:ascii="Comic Sans MS" w:hAnsi="Comic Sans MS" w:cs="Arial"/>
          <w:b/>
          <w:sz w:val="52"/>
          <w:szCs w:val="52"/>
        </w:rPr>
        <w:t>The Important Thing..</w:t>
      </w:r>
    </w:p>
    <w:p w:rsidR="00CF1F98" w:rsidRPr="00F40351" w:rsidRDefault="00CF1F98" w:rsidP="00F40351">
      <w:pPr>
        <w:spacing w:line="480" w:lineRule="auto"/>
        <w:rPr>
          <w:rFonts w:ascii="Comic Sans MS" w:hAnsi="Comic Sans MS" w:cs="Arial"/>
          <w:sz w:val="48"/>
          <w:szCs w:val="48"/>
        </w:rPr>
      </w:pPr>
      <w:r w:rsidRPr="00F40351">
        <w:rPr>
          <w:rFonts w:ascii="Comic Sans MS" w:hAnsi="Comic Sans MS" w:cs="Arial"/>
          <w:sz w:val="48"/>
          <w:szCs w:val="48"/>
        </w:rPr>
        <w:t>The important thing about Samiya is that she is smart. It is true she makes good grades in language and math, likes to read, and respects other, but the important thing about Samiya is that she is smart.</w:t>
      </w:r>
    </w:p>
    <w:p w:rsidR="00CF1F98" w:rsidRPr="00F40351" w:rsidRDefault="00CF1F98" w:rsidP="00F40351">
      <w:pPr>
        <w:spacing w:line="480" w:lineRule="auto"/>
        <w:rPr>
          <w:rFonts w:ascii="Comic Sans MS" w:hAnsi="Comic Sans MS" w:cs="Arial"/>
          <w:sz w:val="48"/>
          <w:szCs w:val="48"/>
          <w:u w:val="single"/>
        </w:rPr>
      </w:pPr>
      <w:r w:rsidRPr="00F40351">
        <w:rPr>
          <w:rFonts w:ascii="Comic Sans MS" w:hAnsi="Comic Sans MS" w:cs="Arial"/>
          <w:sz w:val="48"/>
          <w:szCs w:val="48"/>
        </w:rPr>
        <w:t>By: Samiya</w:t>
      </w:r>
    </w:p>
    <w:p w:rsidR="00CF1F98" w:rsidRDefault="00CF1F98">
      <w:pPr>
        <w:rPr>
          <w:rFonts w:ascii="Comic Sans MS" w:hAnsi="Comic Sans MS" w:cs="Arial"/>
          <w:sz w:val="36"/>
          <w:szCs w:val="36"/>
        </w:rPr>
      </w:pPr>
    </w:p>
    <w:sectPr w:rsidR="00CF1F98" w:rsidSect="00F40351">
      <w:pgSz w:w="12240" w:h="15840"/>
      <w:pgMar w:top="1440" w:right="1872" w:bottom="1440" w:left="187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7A3F"/>
    <w:rsid w:val="00427A3F"/>
    <w:rsid w:val="005D6DA9"/>
    <w:rsid w:val="0075266C"/>
    <w:rsid w:val="0075539A"/>
    <w:rsid w:val="00B40A6C"/>
    <w:rsid w:val="00CF1F98"/>
    <w:rsid w:val="00F40351"/>
    <w:rsid w:val="00F90AE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AE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1</Pages>
  <Words>35</Words>
  <Characters>204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stusamiyadw5272002</dc:creator>
  <cp:keywords/>
  <dc:description/>
  <cp:lastModifiedBy> </cp:lastModifiedBy>
  <cp:revision>3</cp:revision>
  <cp:lastPrinted>2010-09-10T14:57:00Z</cp:lastPrinted>
  <dcterms:created xsi:type="dcterms:W3CDTF">2010-09-09T18:56:00Z</dcterms:created>
  <dcterms:modified xsi:type="dcterms:W3CDTF">2010-09-10T15:01:00Z</dcterms:modified>
</cp:coreProperties>
</file>